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B8B" w:rsidRPr="00F37B62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F37B62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F37B6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B6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37B6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B62" w:rsidRDefault="0034202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37B62">
              <w:rPr>
                <w:b/>
                <w:sz w:val="26"/>
                <w:szCs w:val="26"/>
                <w:lang w:val="en-US"/>
              </w:rPr>
              <w:t>203A</w:t>
            </w:r>
          </w:p>
        </w:tc>
      </w:tr>
      <w:tr w:rsidR="00C44B8B" w:rsidRPr="00F37B6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B6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37B62">
              <w:rPr>
                <w:b/>
                <w:sz w:val="26"/>
                <w:szCs w:val="26"/>
              </w:rPr>
              <w:t xml:space="preserve">Номер материала </w:t>
            </w:r>
            <w:r w:rsidRPr="00F37B6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B62" w:rsidRDefault="00C44B8B" w:rsidP="0007107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37B62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:rsidR="00071075" w:rsidRPr="00F37B62" w:rsidRDefault="00071075" w:rsidP="00071075">
      <w:pPr>
        <w:spacing w:line="276" w:lineRule="auto"/>
        <w:ind w:right="-1"/>
        <w:jc w:val="right"/>
        <w:rPr>
          <w:sz w:val="26"/>
          <w:szCs w:val="26"/>
        </w:rPr>
      </w:pPr>
      <w:r w:rsidRPr="00F37B62">
        <w:rPr>
          <w:sz w:val="26"/>
          <w:szCs w:val="26"/>
        </w:rPr>
        <w:t>Первый заместитель директора –</w:t>
      </w:r>
    </w:p>
    <w:p w:rsidR="00071075" w:rsidRPr="00F37B62" w:rsidRDefault="00071075" w:rsidP="00071075">
      <w:pPr>
        <w:spacing w:line="276" w:lineRule="auto"/>
        <w:ind w:right="-1"/>
        <w:jc w:val="right"/>
        <w:rPr>
          <w:sz w:val="26"/>
          <w:szCs w:val="26"/>
        </w:rPr>
      </w:pPr>
      <w:r w:rsidRPr="00F37B62">
        <w:rPr>
          <w:sz w:val="26"/>
          <w:szCs w:val="26"/>
        </w:rPr>
        <w:t xml:space="preserve"> главный инженер</w:t>
      </w:r>
    </w:p>
    <w:p w:rsidR="00071075" w:rsidRPr="00F37B62" w:rsidRDefault="00B70095" w:rsidP="00071075">
      <w:pPr>
        <w:spacing w:line="276" w:lineRule="auto"/>
        <w:ind w:right="-1"/>
        <w:jc w:val="right"/>
        <w:rPr>
          <w:sz w:val="26"/>
          <w:szCs w:val="26"/>
        </w:rPr>
      </w:pPr>
      <w:r w:rsidRPr="00F37B62">
        <w:rPr>
          <w:noProof/>
          <w:sz w:val="26"/>
          <w:szCs w:val="26"/>
        </w:rPr>
        <w:drawing>
          <wp:anchor distT="0" distB="0" distL="114300" distR="114300" simplePos="0" relativeHeight="251656704" behindDoc="1" locked="0" layoutInCell="1" allowOverlap="1" wp14:editId="6D7A3E9B">
            <wp:simplePos x="0" y="0"/>
            <wp:positionH relativeFrom="column">
              <wp:posOffset>5353391</wp:posOffset>
            </wp:positionH>
            <wp:positionV relativeFrom="paragraph">
              <wp:posOffset>9122</wp:posOffset>
            </wp:positionV>
            <wp:extent cx="1368347" cy="542693"/>
            <wp:effectExtent l="0" t="0" r="3810" b="0"/>
            <wp:wrapNone/>
            <wp:docPr id="2" name="Рисунок 2" descr="C:\Users\barkov.in\AppData\Local\Temp\FineReader1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barkov.in\AppData\Local\Temp\FineReader10\media\image1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347" cy="542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1075" w:rsidRPr="00F37B62">
        <w:rPr>
          <w:sz w:val="26"/>
          <w:szCs w:val="26"/>
        </w:rPr>
        <w:t xml:space="preserve">              ф. ПАО «</w:t>
      </w:r>
      <w:r w:rsidR="00A55707">
        <w:rPr>
          <w:sz w:val="26"/>
          <w:szCs w:val="26"/>
        </w:rPr>
        <w:t>Россети Центр</w:t>
      </w:r>
      <w:r w:rsidR="00071075" w:rsidRPr="00F37B62">
        <w:rPr>
          <w:sz w:val="26"/>
          <w:szCs w:val="26"/>
        </w:rPr>
        <w:t>» - «Курскэнерго»</w:t>
      </w:r>
    </w:p>
    <w:p w:rsidR="00071075" w:rsidRPr="00F37B62" w:rsidRDefault="00B70095" w:rsidP="00B70095">
      <w:pPr>
        <w:tabs>
          <w:tab w:val="right" w:pos="10207"/>
        </w:tabs>
        <w:spacing w:line="276" w:lineRule="auto"/>
        <w:ind w:right="-2"/>
        <w:jc w:val="center"/>
        <w:rPr>
          <w:sz w:val="26"/>
          <w:szCs w:val="26"/>
        </w:rPr>
      </w:pPr>
      <w:r w:rsidRPr="00F37B62">
        <w:rPr>
          <w:sz w:val="26"/>
          <w:szCs w:val="26"/>
        </w:rPr>
        <w:t xml:space="preserve">                                                                               </w:t>
      </w:r>
      <w:r w:rsidR="00071075" w:rsidRPr="00F37B62">
        <w:rPr>
          <w:sz w:val="26"/>
          <w:szCs w:val="26"/>
        </w:rPr>
        <w:t xml:space="preserve">Истомин В.И. /_____________ </w:t>
      </w:r>
    </w:p>
    <w:p w:rsidR="00071075" w:rsidRPr="00F37B62" w:rsidRDefault="00EA4254" w:rsidP="00071075">
      <w:pPr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“</w:t>
      </w:r>
      <w:r w:rsidR="002A5B60">
        <w:rPr>
          <w:sz w:val="26"/>
          <w:szCs w:val="26"/>
        </w:rPr>
        <w:t>16</w:t>
      </w:r>
      <w:r w:rsidR="00071075" w:rsidRPr="00F37B62">
        <w:rPr>
          <w:sz w:val="26"/>
          <w:szCs w:val="26"/>
        </w:rPr>
        <w:t xml:space="preserve">” </w:t>
      </w:r>
      <w:r>
        <w:rPr>
          <w:sz w:val="26"/>
          <w:szCs w:val="26"/>
        </w:rPr>
        <w:t>января</w:t>
      </w:r>
      <w:r w:rsidR="00071075" w:rsidRPr="00F37B62">
        <w:rPr>
          <w:sz w:val="26"/>
          <w:szCs w:val="26"/>
        </w:rPr>
        <w:t xml:space="preserve"> 20</w:t>
      </w:r>
      <w:r>
        <w:rPr>
          <w:sz w:val="26"/>
          <w:szCs w:val="26"/>
        </w:rPr>
        <w:t>23</w:t>
      </w:r>
      <w:r w:rsidR="00071075" w:rsidRPr="00F37B62">
        <w:rPr>
          <w:sz w:val="26"/>
          <w:szCs w:val="26"/>
        </w:rPr>
        <w:t xml:space="preserve"> г.</w:t>
      </w:r>
    </w:p>
    <w:p w:rsidR="00C44B8B" w:rsidRPr="00F37B62" w:rsidRDefault="00C44B8B" w:rsidP="00C44B8B">
      <w:pPr>
        <w:rPr>
          <w:sz w:val="26"/>
          <w:szCs w:val="26"/>
        </w:rPr>
      </w:pPr>
    </w:p>
    <w:p w:rsidR="00C44B8B" w:rsidRPr="00F37B6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37B62">
        <w:rPr>
          <w:sz w:val="26"/>
          <w:szCs w:val="26"/>
        </w:rPr>
        <w:t>ТЕХНИЧЕСКОЕ ЗАДАНИЕ</w:t>
      </w:r>
    </w:p>
    <w:p w:rsidR="004F6968" w:rsidRPr="00F37B62" w:rsidRDefault="004F6968" w:rsidP="00773399">
      <w:pPr>
        <w:ind w:firstLine="0"/>
        <w:jc w:val="center"/>
        <w:rPr>
          <w:b/>
          <w:sz w:val="26"/>
          <w:szCs w:val="26"/>
        </w:rPr>
      </w:pPr>
      <w:r w:rsidRPr="00F37B62">
        <w:rPr>
          <w:b/>
          <w:sz w:val="26"/>
          <w:szCs w:val="26"/>
        </w:rPr>
        <w:t xml:space="preserve">на </w:t>
      </w:r>
      <w:r w:rsidR="00612811" w:rsidRPr="00F37B62">
        <w:rPr>
          <w:b/>
          <w:sz w:val="26"/>
          <w:szCs w:val="26"/>
        </w:rPr>
        <w:t xml:space="preserve">поставку </w:t>
      </w:r>
      <w:r w:rsidR="007F4188" w:rsidRPr="00F37B62">
        <w:rPr>
          <w:b/>
          <w:sz w:val="26"/>
          <w:szCs w:val="26"/>
        </w:rPr>
        <w:t>мет</w:t>
      </w:r>
      <w:r w:rsidR="00620938" w:rsidRPr="00F37B62">
        <w:rPr>
          <w:b/>
          <w:sz w:val="26"/>
          <w:szCs w:val="26"/>
        </w:rPr>
        <w:t>аллопроката</w:t>
      </w:r>
      <w:r w:rsidR="009C0389" w:rsidRPr="00F37B62">
        <w:rPr>
          <w:b/>
          <w:sz w:val="26"/>
          <w:szCs w:val="26"/>
        </w:rPr>
        <w:t>.</w:t>
      </w:r>
      <w:r w:rsidR="00232E4A" w:rsidRPr="00F37B62">
        <w:rPr>
          <w:b/>
          <w:sz w:val="26"/>
          <w:szCs w:val="26"/>
        </w:rPr>
        <w:t xml:space="preserve"> </w:t>
      </w:r>
      <w:r w:rsidR="009C0389" w:rsidRPr="00F37B62">
        <w:rPr>
          <w:b/>
          <w:sz w:val="26"/>
          <w:szCs w:val="26"/>
        </w:rPr>
        <w:t xml:space="preserve">Лот № </w:t>
      </w:r>
      <w:r w:rsidR="00BD2843" w:rsidRPr="00F37B62">
        <w:rPr>
          <w:b/>
          <w:sz w:val="26"/>
          <w:szCs w:val="26"/>
          <w:u w:val="single"/>
        </w:rPr>
        <w:t>203</w:t>
      </w:r>
      <w:r w:rsidR="00620938" w:rsidRPr="00F37B62">
        <w:rPr>
          <w:b/>
          <w:sz w:val="26"/>
          <w:szCs w:val="26"/>
          <w:u w:val="single"/>
          <w:lang w:val="en-US"/>
        </w:rPr>
        <w:t>A</w:t>
      </w:r>
    </w:p>
    <w:p w:rsidR="00020DD3" w:rsidRPr="00F37B62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612811" w:rsidRPr="00F37B6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37B62">
        <w:rPr>
          <w:b/>
          <w:bCs/>
          <w:sz w:val="26"/>
          <w:szCs w:val="26"/>
        </w:rPr>
        <w:t xml:space="preserve">Технические требования к </w:t>
      </w:r>
      <w:r w:rsidR="000D4FD2" w:rsidRPr="00F37B62">
        <w:rPr>
          <w:b/>
          <w:bCs/>
          <w:sz w:val="26"/>
          <w:szCs w:val="26"/>
        </w:rPr>
        <w:t>продукции</w:t>
      </w:r>
      <w:r w:rsidRPr="00F37B62">
        <w:rPr>
          <w:b/>
          <w:bCs/>
          <w:sz w:val="26"/>
          <w:szCs w:val="26"/>
        </w:rPr>
        <w:t>.</w:t>
      </w:r>
    </w:p>
    <w:p w:rsidR="004F4E9E" w:rsidRPr="00F37B62" w:rsidRDefault="00C86BA1" w:rsidP="005C52C2">
      <w:pPr>
        <w:ind w:firstLine="709"/>
        <w:rPr>
          <w:sz w:val="24"/>
          <w:szCs w:val="24"/>
        </w:rPr>
      </w:pPr>
      <w:r w:rsidRPr="00F37B62">
        <w:rPr>
          <w:sz w:val="24"/>
          <w:szCs w:val="24"/>
        </w:rPr>
        <w:t>1.1</w:t>
      </w:r>
      <w:r w:rsidR="005C52C2" w:rsidRPr="00F37B62">
        <w:rPr>
          <w:sz w:val="24"/>
          <w:szCs w:val="24"/>
        </w:rPr>
        <w:t>.</w:t>
      </w:r>
      <w:r w:rsidRPr="00F37B62">
        <w:rPr>
          <w:sz w:val="24"/>
          <w:szCs w:val="24"/>
        </w:rPr>
        <w:t xml:space="preserve"> </w:t>
      </w:r>
      <w:r w:rsidR="00641E44" w:rsidRPr="00F37B62">
        <w:rPr>
          <w:sz w:val="24"/>
          <w:szCs w:val="24"/>
        </w:rPr>
        <w:t xml:space="preserve">Технические требования, характеристики </w:t>
      </w:r>
      <w:r w:rsidR="00620938" w:rsidRPr="00F37B62">
        <w:rPr>
          <w:sz w:val="24"/>
          <w:szCs w:val="24"/>
        </w:rPr>
        <w:t>металлопроката</w:t>
      </w:r>
      <w:r w:rsidR="004F4E9E" w:rsidRPr="00F37B62">
        <w:rPr>
          <w:sz w:val="24"/>
          <w:szCs w:val="24"/>
        </w:rPr>
        <w:t xml:space="preserve"> должны соответствовать </w:t>
      </w:r>
      <w:proofErr w:type="gramStart"/>
      <w:r w:rsidR="004F4E9E" w:rsidRPr="00F37B62">
        <w:rPr>
          <w:sz w:val="24"/>
          <w:szCs w:val="24"/>
        </w:rPr>
        <w:t>параметрам</w:t>
      </w:r>
      <w:proofErr w:type="gramEnd"/>
      <w:r w:rsidR="00EF48ED" w:rsidRPr="00F37B62">
        <w:rPr>
          <w:sz w:val="24"/>
          <w:szCs w:val="24"/>
        </w:rPr>
        <w:t xml:space="preserve"> </w:t>
      </w:r>
      <w:r w:rsidR="006C277C" w:rsidRPr="00F37B62">
        <w:rPr>
          <w:sz w:val="24"/>
          <w:szCs w:val="24"/>
        </w:rPr>
        <w:t>приведенным ниже:</w:t>
      </w:r>
    </w:p>
    <w:p w:rsidR="0008769A" w:rsidRDefault="0008769A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1560"/>
        <w:gridCol w:w="4961"/>
        <w:gridCol w:w="567"/>
        <w:gridCol w:w="850"/>
        <w:gridCol w:w="1985"/>
      </w:tblGrid>
      <w:tr w:rsidR="00EA4254" w:rsidRPr="00EA4254" w:rsidTr="00EA4254">
        <w:trPr>
          <w:trHeight w:val="24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EA4254">
              <w:rPr>
                <w:b/>
                <w:bCs/>
                <w:sz w:val="18"/>
                <w:szCs w:val="18"/>
              </w:rPr>
              <w:t>Номер материала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87DD9">
              <w:rPr>
                <w:b/>
                <w:bCs/>
                <w:sz w:val="18"/>
                <w:szCs w:val="18"/>
              </w:rPr>
              <w:t>Наименование материала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87DD9">
              <w:rPr>
                <w:b/>
                <w:bCs/>
                <w:sz w:val="18"/>
                <w:szCs w:val="18"/>
              </w:rPr>
              <w:t>ЕИ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87DD9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  <w:rPr>
                <w:b/>
                <w:bCs/>
                <w:sz w:val="18"/>
                <w:szCs w:val="18"/>
              </w:rPr>
            </w:pPr>
            <w:r w:rsidRPr="00487DD9">
              <w:rPr>
                <w:b/>
                <w:bCs/>
                <w:sz w:val="18"/>
                <w:szCs w:val="18"/>
              </w:rPr>
              <w:t>Технические характеристики</w:t>
            </w:r>
          </w:p>
        </w:tc>
      </w:tr>
      <w:tr w:rsidR="00EA4254" w:rsidRPr="00EA4254" w:rsidTr="00EA4254">
        <w:trPr>
          <w:trHeight w:val="518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2362456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Лист оцинкованный Б-ПН-НО 0,35х1250х2000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ШТ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14918-80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2115941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Полоса стальная 4х40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103-2006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2221325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Профиль стальной квадратный 100х100х4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30245-2003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2224550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Профиль стальной квадратный 80х80х3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2,34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30245-2003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2220962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Лист оцинкованный Б-ПН-НО 0,45х1000х2000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14918-80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2005007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Труба стальная прямоугольная 40х20х1,5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ТУ 14-105-566-93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2286483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Труба стальная квадратная 60х60х2,0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ТУ 14-105-566-93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2020691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Труба стальная квадратная 50x50х2,0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ТУ 14-105-566-93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2025215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Лист стальной холоднокатаный 2мм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0,8</w:t>
            </w:r>
            <w:r w:rsidR="00487DD9" w:rsidRPr="00487DD9"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19904-90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2073524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Труба стальная прямоугольная 60х30х3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8645-68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2287842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Полоса стальная 4х50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1,24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103-2006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2115908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Уголок стальной равнополочный 75х7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8509-93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2115058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Круг стальной d16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316EC2" w:rsidP="00EA4254">
            <w:pPr>
              <w:ind w:firstLine="0"/>
              <w:jc w:val="center"/>
            </w:pPr>
            <w:r>
              <w:t>11</w:t>
            </w:r>
            <w:r w:rsidR="00EA4254" w:rsidRPr="00487DD9">
              <w:t>,</w:t>
            </w:r>
            <w:r>
              <w:t>4</w:t>
            </w:r>
            <w:r w:rsidR="00EA4254" w:rsidRPr="00487DD9"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2590-2006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2057127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Катанка В-6,0-Ст3пс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30136-95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2110952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Уголок стальной равнополочный 63х6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8509-93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2115724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Уголок стальной равнополочный 45х4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8509-93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2216577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Уголок стальной равнополочный 50х4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8509-93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2018026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Уголок стальной равнополочный 70х5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8509-93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2030257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Полоса стальная 5х40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103-2006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2030183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Уголок стальной равнополочный 75х6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0,7</w:t>
            </w:r>
            <w:r w:rsidR="00487DD9" w:rsidRPr="00487DD9"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8509-93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2018948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Лист стальной рифленый 3,0х1250х1250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8568-77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2022210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Лист стальной холоднокатаный 1,5мм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19904-90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2025216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Лист стальной горячекатаный 3мм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19903–90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2032783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Катанка В-10,0-Ст3кп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30136-95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2076720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Уголок стальной равнополочный 25х4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8509-93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2110951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Лист стальной г/к рифленый 4х1500х6000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8568-77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2342547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Труба стальная квадратная 80х80х3,0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ТУ 14-105-566-93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2345912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Труба стальная прямоугольная 40х20х3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8645-68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2020585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Труба стальная квадратная 20х20х1,5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8639-82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2115109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Полоса стальная 4х25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371EBA" w:rsidP="00EA4254">
            <w:pPr>
              <w:ind w:firstLine="0"/>
              <w:jc w:val="center"/>
            </w:pPr>
            <w:r>
              <w:t>2</w:t>
            </w:r>
            <w:r w:rsidR="00EA4254" w:rsidRPr="00487DD9">
              <w:t>,</w:t>
            </w:r>
            <w:r>
              <w:t>3</w:t>
            </w:r>
            <w:r w:rsidR="00487DD9" w:rsidRPr="00487DD9"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103-2006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2257580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Труба стальная квадратная 40х40х3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8639-82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2286443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Катанка В-8,0-Ст3кп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0,03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30136-95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lastRenderedPageBreak/>
              <w:t>2040479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487DD9" w:rsidRDefault="00EA4254" w:rsidP="00EA4254">
            <w:pPr>
              <w:ind w:firstLine="0"/>
              <w:jc w:val="left"/>
            </w:pPr>
            <w:r w:rsidRPr="00487DD9">
              <w:t>Уголок стальной равнополочный 50х5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1,8</w:t>
            </w:r>
            <w:r w:rsidR="00487DD9" w:rsidRPr="00487DD9"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487DD9" w:rsidRDefault="00EA4254" w:rsidP="00EA4254">
            <w:pPr>
              <w:ind w:firstLine="0"/>
              <w:jc w:val="center"/>
            </w:pPr>
            <w:r w:rsidRPr="00487DD9">
              <w:t>ГОСТ 8509-93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2221673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Катанка В-6,5-Ст3кп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371EBA" w:rsidP="00EA4254">
            <w:pPr>
              <w:ind w:firstLine="0"/>
              <w:jc w:val="center"/>
            </w:pPr>
            <w:r>
              <w:t>2</w:t>
            </w:r>
            <w:r w:rsidR="00EA4254" w:rsidRPr="00EA4254">
              <w:t>,</w:t>
            </w:r>
            <w:r>
              <w:t>8</w:t>
            </w:r>
            <w:r w:rsidR="00EA4254" w:rsidRPr="00EA4254"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30136-95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2022549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Лист стальной горячекатаный 1,5мм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19903-2015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2028787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Катанка В-6,5-Ст3сп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1,1</w:t>
            </w:r>
            <w:r w:rsidR="00487DD9"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30136-95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2115923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Уголок стальной равнополочный 40х4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0,6</w:t>
            </w:r>
            <w:r w:rsidR="00487DD9"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8509-93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2122171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Уголок стальной равнополочный 20х3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8509-93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2001915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Лист оцинкованный Б-ПН-НО 1х1250х2500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0,0</w:t>
            </w:r>
            <w:r w:rsidR="00487DD9"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14918-80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2002154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Труба стальная водогазопроводная 25х3,2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1,</w:t>
            </w:r>
            <w:r w:rsidR="00371EBA">
              <w:t>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3262-75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2115118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Уголок стальной равнополочный 40х5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8509-93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2286613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Пруток латунный ДКРВТ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КГ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114,68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2060-2006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2034272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Пруток латунный 12 ЛС59-1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КГ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34,1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2060-2006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2224533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Сталь арматурная 10-A-I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5781-82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2023293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Сталь арматурная 16-A-I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5781-82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2115042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Круг стальной d10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2590-2006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2001916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Лист стальной холоднокатаный 0,8мм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0,6</w:t>
            </w:r>
            <w:r w:rsidR="00487DD9"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19904-90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2009209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Круг стальной d22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2590-2006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2022537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Труба стальная квадратная 40х40х2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8639-82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2079686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Уголок стальной равнополочный 25х3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8509-93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2286391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 xml:space="preserve">Полоса стальная из </w:t>
            </w:r>
            <w:proofErr w:type="spellStart"/>
            <w:r w:rsidRPr="00EA4254">
              <w:t>инстр</w:t>
            </w:r>
            <w:proofErr w:type="spellEnd"/>
            <w:r w:rsidRPr="00EA4254">
              <w:t>. стали 4х40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0,2</w:t>
            </w:r>
            <w:r w:rsidR="00487DD9"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4405-75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2001907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Круг стальной d18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2590-2006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2001908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Круг стальной d24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2590-2006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2009590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Уголок стальной равнополочный 100х7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8509-93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2014015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Круг стальной d20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2590-2006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2079682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Уголок стальной равнополочный 80х6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8509-93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2115102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Круг стальной d12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2590-2006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2118977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Уголок стальной равнополочный 63х5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8509-93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2219352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Полоса стальная 5х50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103-2006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2221258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Уголок стальной равнополочный 100х8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8509-93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2347431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Полоса стальная 6х100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103-2006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2369072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Полоса стальная 10х60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1,35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103-2006</w:t>
            </w:r>
          </w:p>
        </w:tc>
      </w:tr>
      <w:tr w:rsidR="00EA4254" w:rsidRPr="00EA4254" w:rsidTr="00EA4254">
        <w:trPr>
          <w:trHeight w:val="2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2369073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254" w:rsidRPr="00EA4254" w:rsidRDefault="00EA4254" w:rsidP="00EA4254">
            <w:pPr>
              <w:ind w:firstLine="0"/>
              <w:jc w:val="left"/>
            </w:pPr>
            <w:r w:rsidRPr="00EA4254">
              <w:t>Полоса стальная 5х100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4254" w:rsidRPr="00EA4254" w:rsidRDefault="00EA4254" w:rsidP="00EA4254">
            <w:pPr>
              <w:ind w:firstLine="0"/>
              <w:jc w:val="center"/>
            </w:pPr>
            <w:r w:rsidRPr="00EA4254">
              <w:t>ГОСТ 103-2006</w:t>
            </w:r>
          </w:p>
        </w:tc>
      </w:tr>
    </w:tbl>
    <w:p w:rsidR="0048318B" w:rsidRDefault="0048318B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F37B6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37B62">
        <w:rPr>
          <w:b/>
          <w:bCs/>
          <w:sz w:val="26"/>
          <w:szCs w:val="26"/>
        </w:rPr>
        <w:t>Общие требования.</w:t>
      </w:r>
      <w:r w:rsidR="00E00392" w:rsidRPr="00F37B62">
        <w:rPr>
          <w:b/>
          <w:bCs/>
          <w:sz w:val="26"/>
          <w:szCs w:val="26"/>
        </w:rPr>
        <w:t xml:space="preserve"> </w:t>
      </w:r>
    </w:p>
    <w:p w:rsidR="00612811" w:rsidRPr="00F37B62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F37B62">
        <w:rPr>
          <w:sz w:val="24"/>
          <w:szCs w:val="24"/>
        </w:rPr>
        <w:t>2.1.</w:t>
      </w:r>
      <w:r w:rsidR="00612811" w:rsidRPr="00F37B62">
        <w:rPr>
          <w:sz w:val="24"/>
          <w:szCs w:val="24"/>
        </w:rPr>
        <w:t xml:space="preserve"> К поставке допуска</w:t>
      </w:r>
      <w:r w:rsidR="00620938" w:rsidRPr="00F37B62">
        <w:rPr>
          <w:sz w:val="24"/>
          <w:szCs w:val="24"/>
        </w:rPr>
        <w:t>е</w:t>
      </w:r>
      <w:r w:rsidR="00612811" w:rsidRPr="00F37B62">
        <w:rPr>
          <w:sz w:val="24"/>
          <w:szCs w:val="24"/>
        </w:rPr>
        <w:t xml:space="preserve">тся </w:t>
      </w:r>
      <w:r w:rsidR="00620938" w:rsidRPr="00F37B62">
        <w:rPr>
          <w:sz w:val="24"/>
          <w:szCs w:val="24"/>
        </w:rPr>
        <w:t>металлопрокат</w:t>
      </w:r>
      <w:r w:rsidR="00612811" w:rsidRPr="00F37B62">
        <w:rPr>
          <w:sz w:val="24"/>
          <w:szCs w:val="24"/>
        </w:rPr>
        <w:t>, отвечающ</w:t>
      </w:r>
      <w:r w:rsidR="00EC05CC" w:rsidRPr="00F37B62">
        <w:rPr>
          <w:sz w:val="24"/>
          <w:szCs w:val="24"/>
        </w:rPr>
        <w:t>и</w:t>
      </w:r>
      <w:r w:rsidR="00620938" w:rsidRPr="00F37B62">
        <w:rPr>
          <w:sz w:val="24"/>
          <w:szCs w:val="24"/>
        </w:rPr>
        <w:t>й</w:t>
      </w:r>
      <w:r w:rsidR="00612811" w:rsidRPr="00F37B62">
        <w:rPr>
          <w:sz w:val="24"/>
          <w:szCs w:val="24"/>
        </w:rPr>
        <w:t xml:space="preserve"> следующим требованиям:</w:t>
      </w:r>
    </w:p>
    <w:p w:rsidR="005C52C2" w:rsidRPr="00F37B62" w:rsidRDefault="005C52C2" w:rsidP="005C52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продукция должна быть новой, ранее не использованной;</w:t>
      </w:r>
    </w:p>
    <w:p w:rsidR="00DE0C6D" w:rsidRPr="00F37B62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F37B62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для импортн</w:t>
      </w:r>
      <w:r w:rsidR="004E144D" w:rsidRPr="00F37B62">
        <w:rPr>
          <w:sz w:val="24"/>
          <w:szCs w:val="24"/>
        </w:rPr>
        <w:t>ых</w:t>
      </w:r>
      <w:r w:rsidRPr="00F37B62">
        <w:rPr>
          <w:sz w:val="24"/>
          <w:szCs w:val="24"/>
        </w:rPr>
        <w:t xml:space="preserve"> </w:t>
      </w:r>
      <w:r w:rsidR="0071533A" w:rsidRPr="00F37B62">
        <w:rPr>
          <w:sz w:val="24"/>
          <w:szCs w:val="24"/>
        </w:rPr>
        <w:t>производителей</w:t>
      </w:r>
      <w:r w:rsidR="004E144D" w:rsidRPr="00F37B62">
        <w:rPr>
          <w:sz w:val="24"/>
          <w:szCs w:val="24"/>
        </w:rPr>
        <w:t>, а также для отечественных</w:t>
      </w:r>
      <w:r w:rsidR="0071533A" w:rsidRPr="00F37B62">
        <w:rPr>
          <w:sz w:val="24"/>
          <w:szCs w:val="24"/>
        </w:rPr>
        <w:t xml:space="preserve">, выпускающих </w:t>
      </w:r>
      <w:r w:rsidR="00620938" w:rsidRPr="00F37B62">
        <w:rPr>
          <w:sz w:val="24"/>
          <w:szCs w:val="24"/>
        </w:rPr>
        <w:t xml:space="preserve">металлопрокат </w:t>
      </w:r>
      <w:r w:rsidR="00EC05CC" w:rsidRPr="00F37B62">
        <w:rPr>
          <w:sz w:val="24"/>
          <w:szCs w:val="24"/>
        </w:rPr>
        <w:t xml:space="preserve"> </w:t>
      </w:r>
      <w:r w:rsidRPr="00F37B62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6FC0" w:rsidRPr="00F37B62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 xml:space="preserve">наличие </w:t>
      </w:r>
      <w:r w:rsidR="004E144D" w:rsidRPr="00F37B62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F37B62">
        <w:rPr>
          <w:sz w:val="24"/>
          <w:szCs w:val="24"/>
        </w:rPr>
        <w:t>металлопроката</w:t>
      </w:r>
      <w:r w:rsidR="004E144D" w:rsidRPr="00F37B62">
        <w:rPr>
          <w:sz w:val="24"/>
          <w:szCs w:val="24"/>
        </w:rPr>
        <w:t xml:space="preserve">) деклараций </w:t>
      </w:r>
      <w:r w:rsidRPr="00F37B62">
        <w:rPr>
          <w:sz w:val="24"/>
          <w:szCs w:val="24"/>
        </w:rPr>
        <w:t xml:space="preserve">(сертификатов) </w:t>
      </w:r>
      <w:r w:rsidR="004E144D" w:rsidRPr="00F37B62">
        <w:rPr>
          <w:sz w:val="24"/>
          <w:szCs w:val="24"/>
        </w:rPr>
        <w:t>соответствия требованиям безопасности</w:t>
      </w:r>
      <w:r w:rsidRPr="00F37B62">
        <w:rPr>
          <w:sz w:val="24"/>
          <w:szCs w:val="24"/>
        </w:rPr>
        <w:t>;</w:t>
      </w:r>
    </w:p>
    <w:p w:rsidR="00FB7AEF" w:rsidRPr="00F37B62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наличие заключени</w:t>
      </w:r>
      <w:r w:rsidR="00FB7AEF" w:rsidRPr="00F37B62">
        <w:rPr>
          <w:sz w:val="24"/>
          <w:szCs w:val="24"/>
        </w:rPr>
        <w:t>я</w:t>
      </w:r>
      <w:r w:rsidRPr="00F37B62">
        <w:rPr>
          <w:sz w:val="24"/>
          <w:szCs w:val="24"/>
        </w:rPr>
        <w:t xml:space="preserve"> о соответствии требованиям СанПиН и други</w:t>
      </w:r>
      <w:r w:rsidR="00FB7AEF" w:rsidRPr="00F37B62">
        <w:rPr>
          <w:sz w:val="24"/>
          <w:szCs w:val="24"/>
        </w:rPr>
        <w:t>м</w:t>
      </w:r>
      <w:r w:rsidRPr="00F37B62">
        <w:rPr>
          <w:sz w:val="24"/>
          <w:szCs w:val="24"/>
        </w:rPr>
        <w:t xml:space="preserve"> документ</w:t>
      </w:r>
      <w:r w:rsidR="00FB7AEF" w:rsidRPr="00F37B62">
        <w:rPr>
          <w:sz w:val="24"/>
          <w:szCs w:val="24"/>
        </w:rPr>
        <w:t>ам</w:t>
      </w:r>
      <w:r w:rsidRPr="00F37B62">
        <w:rPr>
          <w:sz w:val="24"/>
          <w:szCs w:val="24"/>
        </w:rPr>
        <w:t xml:space="preserve">, </w:t>
      </w:r>
      <w:r w:rsidR="00FB7AEF" w:rsidRPr="00F37B62">
        <w:rPr>
          <w:sz w:val="24"/>
          <w:szCs w:val="24"/>
        </w:rPr>
        <w:t>устанавливающим требования к</w:t>
      </w:r>
      <w:r w:rsidRPr="00F37B62">
        <w:rPr>
          <w:sz w:val="24"/>
          <w:szCs w:val="24"/>
        </w:rPr>
        <w:t xml:space="preserve"> качеств</w:t>
      </w:r>
      <w:r w:rsidR="00FB7AEF" w:rsidRPr="00F37B62">
        <w:rPr>
          <w:sz w:val="24"/>
          <w:szCs w:val="24"/>
        </w:rPr>
        <w:t>у</w:t>
      </w:r>
      <w:r w:rsidRPr="00F37B62">
        <w:rPr>
          <w:sz w:val="24"/>
          <w:szCs w:val="24"/>
        </w:rPr>
        <w:t xml:space="preserve"> и </w:t>
      </w:r>
      <w:r w:rsidR="00FB7AEF" w:rsidRPr="00F37B62">
        <w:rPr>
          <w:sz w:val="24"/>
          <w:szCs w:val="24"/>
        </w:rPr>
        <w:t xml:space="preserve">экологической </w:t>
      </w:r>
      <w:r w:rsidRPr="00F37B62">
        <w:rPr>
          <w:sz w:val="24"/>
          <w:szCs w:val="24"/>
        </w:rPr>
        <w:t>безопасност</w:t>
      </w:r>
      <w:r w:rsidR="00FB7AEF" w:rsidRPr="00F37B62">
        <w:rPr>
          <w:sz w:val="24"/>
          <w:szCs w:val="24"/>
        </w:rPr>
        <w:t>и продукции</w:t>
      </w:r>
      <w:r w:rsidR="004D4E32" w:rsidRPr="00F37B62">
        <w:rPr>
          <w:sz w:val="24"/>
          <w:szCs w:val="24"/>
        </w:rPr>
        <w:t>.</w:t>
      </w:r>
      <w:r w:rsidRPr="00F37B62">
        <w:rPr>
          <w:sz w:val="24"/>
          <w:szCs w:val="24"/>
        </w:rPr>
        <w:t xml:space="preserve"> </w:t>
      </w:r>
    </w:p>
    <w:p w:rsidR="00DE0C6D" w:rsidRPr="00F37B62" w:rsidRDefault="00843900" w:rsidP="005C52C2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F37B62">
        <w:rPr>
          <w:sz w:val="24"/>
          <w:szCs w:val="24"/>
        </w:rPr>
        <w:tab/>
      </w:r>
      <w:r w:rsidRPr="00F37B62">
        <w:rPr>
          <w:sz w:val="24"/>
          <w:szCs w:val="24"/>
        </w:rPr>
        <w:tab/>
        <w:t xml:space="preserve">2.2. </w:t>
      </w:r>
      <w:r w:rsidR="00524EE7">
        <w:rPr>
          <w:sz w:val="24"/>
          <w:szCs w:val="24"/>
        </w:rPr>
        <w:t>Победитель</w:t>
      </w:r>
      <w:r w:rsidR="00DE0C6D" w:rsidRPr="00F37B62">
        <w:rPr>
          <w:sz w:val="24"/>
          <w:szCs w:val="24"/>
        </w:rPr>
        <w:t xml:space="preserve"> закупочн</w:t>
      </w:r>
      <w:r w:rsidR="00524EE7">
        <w:rPr>
          <w:sz w:val="24"/>
          <w:szCs w:val="24"/>
        </w:rPr>
        <w:t>ой</w:t>
      </w:r>
      <w:r w:rsidR="00DE0C6D" w:rsidRPr="00F37B62">
        <w:rPr>
          <w:sz w:val="24"/>
          <w:szCs w:val="24"/>
        </w:rPr>
        <w:t xml:space="preserve"> процедур</w:t>
      </w:r>
      <w:r w:rsidR="00524EE7">
        <w:rPr>
          <w:sz w:val="24"/>
          <w:szCs w:val="24"/>
        </w:rPr>
        <w:t>ы</w:t>
      </w:r>
      <w:r w:rsidR="00DE0C6D" w:rsidRPr="00F37B62">
        <w:rPr>
          <w:sz w:val="24"/>
          <w:szCs w:val="24"/>
        </w:rPr>
        <w:t xml:space="preserve"> на право заключения договора на поставку металлопроката для нужд </w:t>
      </w:r>
      <w:r w:rsidR="006C277C" w:rsidRPr="00F37B62">
        <w:rPr>
          <w:sz w:val="24"/>
          <w:szCs w:val="24"/>
        </w:rPr>
        <w:t>ПАО «</w:t>
      </w:r>
      <w:r w:rsidR="00A55707">
        <w:rPr>
          <w:sz w:val="24"/>
          <w:szCs w:val="24"/>
        </w:rPr>
        <w:t xml:space="preserve">Россети </w:t>
      </w:r>
      <w:proofErr w:type="gramStart"/>
      <w:r w:rsidR="00A55707">
        <w:rPr>
          <w:sz w:val="24"/>
          <w:szCs w:val="24"/>
        </w:rPr>
        <w:t>Центр</w:t>
      </w:r>
      <w:r w:rsidR="006C277C" w:rsidRPr="00F37B62">
        <w:rPr>
          <w:sz w:val="24"/>
          <w:szCs w:val="24"/>
        </w:rPr>
        <w:t xml:space="preserve">» </w:t>
      </w:r>
      <w:r w:rsidR="00DE0C6D" w:rsidRPr="00F37B62">
        <w:rPr>
          <w:sz w:val="24"/>
          <w:szCs w:val="24"/>
        </w:rPr>
        <w:t xml:space="preserve"> обязан</w:t>
      </w:r>
      <w:proofErr w:type="gramEnd"/>
      <w:r w:rsidR="00DE0C6D" w:rsidRPr="00F37B62">
        <w:rPr>
          <w:sz w:val="24"/>
          <w:szCs w:val="24"/>
        </w:rPr>
        <w:t xml:space="preserve"> предоставить </w:t>
      </w:r>
      <w:r w:rsidR="00524EE7">
        <w:rPr>
          <w:sz w:val="24"/>
          <w:szCs w:val="24"/>
        </w:rPr>
        <w:t>на момент поставки</w:t>
      </w:r>
      <w:r w:rsidR="00DE0C6D" w:rsidRPr="00F37B62">
        <w:rPr>
          <w:sz w:val="24"/>
          <w:szCs w:val="24"/>
        </w:rPr>
        <w:t xml:space="preserve"> документацию (технические условия, руководство по эксплуатации и т.п.) на конкретный вид </w:t>
      </w:r>
      <w:r w:rsidR="00DE0C6D" w:rsidRPr="00F37B62">
        <w:rPr>
          <w:sz w:val="24"/>
          <w:szCs w:val="24"/>
        </w:rPr>
        <w:lastRenderedPageBreak/>
        <w:t>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F37B62" w:rsidRDefault="00843900" w:rsidP="005C52C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F37B62">
        <w:rPr>
          <w:sz w:val="24"/>
          <w:szCs w:val="24"/>
        </w:rPr>
        <w:tab/>
        <w:t xml:space="preserve">2.3. </w:t>
      </w:r>
      <w:r w:rsidR="00620938" w:rsidRPr="00F37B62">
        <w:rPr>
          <w:sz w:val="24"/>
          <w:szCs w:val="24"/>
        </w:rPr>
        <w:t>Металлопрокат</w:t>
      </w:r>
      <w:r w:rsidR="004E144D" w:rsidRPr="00F37B62">
        <w:rPr>
          <w:sz w:val="24"/>
          <w:szCs w:val="24"/>
        </w:rPr>
        <w:t xml:space="preserve"> долж</w:t>
      </w:r>
      <w:r w:rsidR="00620938" w:rsidRPr="00F37B62">
        <w:rPr>
          <w:sz w:val="24"/>
          <w:szCs w:val="24"/>
        </w:rPr>
        <w:t>е</w:t>
      </w:r>
      <w:r w:rsidR="004E144D" w:rsidRPr="00F37B62">
        <w:rPr>
          <w:sz w:val="24"/>
          <w:szCs w:val="24"/>
        </w:rPr>
        <w:t>н с</w:t>
      </w:r>
      <w:r w:rsidR="00612811" w:rsidRPr="00F37B62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37B62">
        <w:rPr>
          <w:sz w:val="24"/>
          <w:szCs w:val="24"/>
        </w:rPr>
        <w:t>ебованиям</w:t>
      </w:r>
      <w:r w:rsidR="00612811" w:rsidRPr="00F37B62">
        <w:rPr>
          <w:sz w:val="24"/>
          <w:szCs w:val="24"/>
        </w:rPr>
        <w:t>:</w:t>
      </w:r>
    </w:p>
    <w:p w:rsidR="00F92D7E" w:rsidRPr="00F37B62" w:rsidRDefault="00BC4967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 w:rsidRPr="00F37B62">
        <w:rPr>
          <w:sz w:val="24"/>
          <w:szCs w:val="24"/>
        </w:rPr>
        <w:t>ГОСТ 19903-74 «Прокат листовой горячекатаный. Сортамент»;</w:t>
      </w:r>
    </w:p>
    <w:bookmarkEnd w:id="0"/>
    <w:p w:rsidR="00F612AC" w:rsidRPr="00F37B62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F37B62">
        <w:rPr>
          <w:sz w:val="24"/>
          <w:szCs w:val="24"/>
        </w:rPr>
        <w:t>.</w:t>
      </w:r>
    </w:p>
    <w:p w:rsidR="00612811" w:rsidRPr="00F37B62" w:rsidRDefault="005C52C2" w:rsidP="005C52C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F37B62">
        <w:rPr>
          <w:sz w:val="24"/>
          <w:szCs w:val="24"/>
        </w:rPr>
        <w:tab/>
      </w:r>
      <w:r w:rsidR="00843900" w:rsidRPr="00F37B62">
        <w:rPr>
          <w:sz w:val="24"/>
          <w:szCs w:val="24"/>
        </w:rPr>
        <w:t xml:space="preserve">2.4. </w:t>
      </w:r>
      <w:r w:rsidR="00612811" w:rsidRPr="00F37B62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F37B62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F37B62">
        <w:rPr>
          <w:sz w:val="24"/>
          <w:szCs w:val="24"/>
        </w:rPr>
        <w:t>Упаковка,</w:t>
      </w:r>
      <w:r w:rsidR="00E5567C" w:rsidRPr="00F37B62">
        <w:rPr>
          <w:sz w:val="24"/>
          <w:szCs w:val="24"/>
        </w:rPr>
        <w:t xml:space="preserve"> маркировка, </w:t>
      </w:r>
      <w:r w:rsidR="002E6C8A" w:rsidRPr="00F37B62">
        <w:rPr>
          <w:sz w:val="24"/>
          <w:szCs w:val="24"/>
        </w:rPr>
        <w:t>транспортирование</w:t>
      </w:r>
      <w:r w:rsidRPr="00F37B62">
        <w:rPr>
          <w:sz w:val="24"/>
          <w:szCs w:val="24"/>
        </w:rPr>
        <w:t>,</w:t>
      </w:r>
      <w:r w:rsidR="002E6C8A" w:rsidRPr="00F37B62">
        <w:rPr>
          <w:sz w:val="24"/>
          <w:szCs w:val="24"/>
        </w:rPr>
        <w:t xml:space="preserve"> </w:t>
      </w:r>
      <w:r w:rsidRPr="00F37B62">
        <w:rPr>
          <w:sz w:val="24"/>
          <w:szCs w:val="24"/>
        </w:rPr>
        <w:t xml:space="preserve">условия и сроки хранения </w:t>
      </w:r>
      <w:r w:rsidR="00620938" w:rsidRPr="00F37B62">
        <w:rPr>
          <w:sz w:val="24"/>
          <w:szCs w:val="24"/>
        </w:rPr>
        <w:t>металлопроката</w:t>
      </w:r>
      <w:r w:rsidR="00EC05CC" w:rsidRPr="00F37B62">
        <w:rPr>
          <w:sz w:val="24"/>
          <w:szCs w:val="24"/>
        </w:rPr>
        <w:t xml:space="preserve"> </w:t>
      </w:r>
      <w:r w:rsidR="002E6C8A" w:rsidRPr="00F37B62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F37B62">
        <w:rPr>
          <w:sz w:val="24"/>
          <w:szCs w:val="24"/>
        </w:rPr>
        <w:t>металлопроката</w:t>
      </w:r>
      <w:r w:rsidRPr="00F37B62">
        <w:rPr>
          <w:sz w:val="24"/>
          <w:szCs w:val="24"/>
        </w:rPr>
        <w:t>,</w:t>
      </w:r>
      <w:r w:rsidR="00767806" w:rsidRPr="00F37B62">
        <w:rPr>
          <w:sz w:val="24"/>
          <w:szCs w:val="24"/>
        </w:rPr>
        <w:t xml:space="preserve"> </w:t>
      </w:r>
      <w:r w:rsidR="00612811" w:rsidRPr="00F37B62">
        <w:rPr>
          <w:sz w:val="24"/>
          <w:szCs w:val="24"/>
        </w:rPr>
        <w:t>ГОСТ 14192</w:t>
      </w:r>
      <w:r w:rsidR="002E6C8A" w:rsidRPr="00F37B62">
        <w:rPr>
          <w:sz w:val="24"/>
          <w:szCs w:val="24"/>
        </w:rPr>
        <w:t xml:space="preserve"> </w:t>
      </w:r>
      <w:r w:rsidR="00C4476E" w:rsidRPr="00F37B62">
        <w:rPr>
          <w:sz w:val="24"/>
          <w:szCs w:val="24"/>
        </w:rPr>
        <w:t>–</w:t>
      </w:r>
      <w:r w:rsidR="002E6C8A" w:rsidRPr="00F37B62">
        <w:rPr>
          <w:sz w:val="24"/>
          <w:szCs w:val="24"/>
        </w:rPr>
        <w:t xml:space="preserve"> 96</w:t>
      </w:r>
      <w:r w:rsidR="00C4476E" w:rsidRPr="00F37B62">
        <w:rPr>
          <w:sz w:val="24"/>
          <w:szCs w:val="24"/>
        </w:rPr>
        <w:t xml:space="preserve">, </w:t>
      </w:r>
      <w:r w:rsidR="00134051" w:rsidRPr="00F37B62">
        <w:rPr>
          <w:sz w:val="24"/>
          <w:szCs w:val="24"/>
        </w:rPr>
        <w:t xml:space="preserve">ГОСТ 7566-94, </w:t>
      </w:r>
      <w:r w:rsidR="007D1AD9" w:rsidRPr="00F37B62">
        <w:rPr>
          <w:sz w:val="24"/>
          <w:szCs w:val="24"/>
        </w:rPr>
        <w:t xml:space="preserve">ГОСТ </w:t>
      </w:r>
      <w:r w:rsidR="00BD7275" w:rsidRPr="00F37B62">
        <w:rPr>
          <w:sz w:val="24"/>
          <w:szCs w:val="24"/>
        </w:rPr>
        <w:t>перечисленных в п.2</w:t>
      </w:r>
      <w:r w:rsidR="00AA7E8E" w:rsidRPr="00F37B62">
        <w:rPr>
          <w:sz w:val="24"/>
          <w:szCs w:val="24"/>
        </w:rPr>
        <w:t>.</w:t>
      </w:r>
      <w:r w:rsidR="00EE174C" w:rsidRPr="00F37B62">
        <w:rPr>
          <w:sz w:val="24"/>
          <w:szCs w:val="24"/>
        </w:rPr>
        <w:t>3</w:t>
      </w:r>
      <w:r w:rsidR="00AA7E8E" w:rsidRPr="00F37B62">
        <w:rPr>
          <w:sz w:val="24"/>
          <w:szCs w:val="24"/>
        </w:rPr>
        <w:t xml:space="preserve"> данного ТЗ</w:t>
      </w:r>
      <w:r w:rsidR="007D1AD9" w:rsidRPr="00F37B62">
        <w:rPr>
          <w:sz w:val="24"/>
          <w:szCs w:val="24"/>
        </w:rPr>
        <w:t xml:space="preserve"> </w:t>
      </w:r>
      <w:r w:rsidR="002E6C8A" w:rsidRPr="00F37B62">
        <w:rPr>
          <w:sz w:val="24"/>
          <w:szCs w:val="24"/>
        </w:rPr>
        <w:t>или соответствующих МЭК</w:t>
      </w:r>
      <w:r w:rsidR="00612811" w:rsidRPr="00F37B62">
        <w:rPr>
          <w:sz w:val="24"/>
          <w:szCs w:val="24"/>
        </w:rPr>
        <w:t xml:space="preserve">. </w:t>
      </w:r>
      <w:r w:rsidR="003A2F10" w:rsidRPr="00F37B62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F37B62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F37B62">
        <w:rPr>
          <w:sz w:val="24"/>
          <w:szCs w:val="24"/>
        </w:rPr>
        <w:t>продукции</w:t>
      </w:r>
      <w:r w:rsidR="00612811" w:rsidRPr="00F37B62">
        <w:rPr>
          <w:sz w:val="24"/>
          <w:szCs w:val="24"/>
        </w:rPr>
        <w:t>.</w:t>
      </w:r>
    </w:p>
    <w:p w:rsidR="00ED644C" w:rsidRPr="00F37B62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F37B62">
        <w:rPr>
          <w:sz w:val="24"/>
          <w:szCs w:val="24"/>
        </w:rPr>
        <w:t>Правила приемки</w:t>
      </w:r>
      <w:r w:rsidR="00C4476E" w:rsidRPr="00F37B62">
        <w:rPr>
          <w:sz w:val="24"/>
          <w:szCs w:val="24"/>
        </w:rPr>
        <w:t xml:space="preserve"> </w:t>
      </w:r>
      <w:r w:rsidR="00620938" w:rsidRPr="00F37B62">
        <w:rPr>
          <w:sz w:val="24"/>
          <w:szCs w:val="24"/>
        </w:rPr>
        <w:t>металлопроката</w:t>
      </w:r>
      <w:r w:rsidRPr="00F37B62">
        <w:rPr>
          <w:sz w:val="24"/>
          <w:szCs w:val="24"/>
        </w:rPr>
        <w:t xml:space="preserve"> должны соответствовать требованиям </w:t>
      </w:r>
      <w:r w:rsidR="005C52C2" w:rsidRPr="00F37B62">
        <w:rPr>
          <w:sz w:val="24"/>
          <w:szCs w:val="24"/>
        </w:rPr>
        <w:t xml:space="preserve">ГОСТ 7566-94, </w:t>
      </w:r>
      <w:r w:rsidR="00BD7275" w:rsidRPr="00F37B62">
        <w:rPr>
          <w:sz w:val="24"/>
          <w:szCs w:val="24"/>
        </w:rPr>
        <w:t>ГОСТ перечисленным в п.2</w:t>
      </w:r>
      <w:r w:rsidR="005E4351" w:rsidRPr="00F37B62">
        <w:rPr>
          <w:sz w:val="24"/>
          <w:szCs w:val="24"/>
        </w:rPr>
        <w:t>.</w:t>
      </w:r>
      <w:r w:rsidR="00EE174C" w:rsidRPr="00F37B62">
        <w:rPr>
          <w:sz w:val="24"/>
          <w:szCs w:val="24"/>
        </w:rPr>
        <w:t>3</w:t>
      </w:r>
      <w:r w:rsidR="005E4351" w:rsidRPr="00F37B62">
        <w:rPr>
          <w:sz w:val="24"/>
          <w:szCs w:val="24"/>
        </w:rPr>
        <w:t xml:space="preserve"> данного ТЗ</w:t>
      </w:r>
      <w:r w:rsidR="00D37612" w:rsidRPr="00F37B62">
        <w:rPr>
          <w:sz w:val="24"/>
          <w:szCs w:val="24"/>
        </w:rPr>
        <w:t>.</w:t>
      </w:r>
    </w:p>
    <w:p w:rsidR="00DE0EA0" w:rsidRPr="00F37B62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>Способ у</w:t>
      </w:r>
      <w:r w:rsidR="00497866" w:rsidRPr="00F37B62">
        <w:rPr>
          <w:szCs w:val="24"/>
        </w:rPr>
        <w:t>кладк</w:t>
      </w:r>
      <w:r w:rsidRPr="00F37B62">
        <w:rPr>
          <w:szCs w:val="24"/>
        </w:rPr>
        <w:t>и</w:t>
      </w:r>
      <w:r w:rsidR="00497866" w:rsidRPr="00F37B62">
        <w:rPr>
          <w:szCs w:val="24"/>
        </w:rPr>
        <w:t xml:space="preserve"> и транспортировк</w:t>
      </w:r>
      <w:r w:rsidRPr="00F37B62">
        <w:rPr>
          <w:szCs w:val="24"/>
        </w:rPr>
        <w:t>и</w:t>
      </w:r>
      <w:r w:rsidR="00497866" w:rsidRPr="00F37B62">
        <w:rPr>
          <w:szCs w:val="24"/>
        </w:rPr>
        <w:t xml:space="preserve"> </w:t>
      </w:r>
      <w:r w:rsidR="00620938" w:rsidRPr="00F37B62">
        <w:rPr>
          <w:szCs w:val="24"/>
        </w:rPr>
        <w:t>металлопроката</w:t>
      </w:r>
      <w:r w:rsidR="00497866" w:rsidRPr="00F37B62">
        <w:rPr>
          <w:szCs w:val="24"/>
        </w:rPr>
        <w:t xml:space="preserve"> долж</w:t>
      </w:r>
      <w:r w:rsidRPr="00F37B62">
        <w:rPr>
          <w:szCs w:val="24"/>
        </w:rPr>
        <w:t>е</w:t>
      </w:r>
      <w:r w:rsidR="00497866" w:rsidRPr="00F37B62">
        <w:rPr>
          <w:szCs w:val="24"/>
        </w:rPr>
        <w:t xml:space="preserve">н предотвратить </w:t>
      </w:r>
      <w:r w:rsidR="00620938" w:rsidRPr="00F37B62">
        <w:rPr>
          <w:szCs w:val="24"/>
        </w:rPr>
        <w:t>его</w:t>
      </w:r>
      <w:r w:rsidR="00497866" w:rsidRPr="00F37B62">
        <w:rPr>
          <w:szCs w:val="24"/>
        </w:rPr>
        <w:t xml:space="preserve"> повреждение или порчу во время перевозки</w:t>
      </w:r>
      <w:r w:rsidRPr="00F37B62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F37B62">
        <w:rPr>
          <w:szCs w:val="24"/>
        </w:rPr>
        <w:t>.</w:t>
      </w:r>
    </w:p>
    <w:p w:rsidR="00CC3003" w:rsidRPr="00F37B62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 xml:space="preserve">Упаковка </w:t>
      </w:r>
      <w:r w:rsidR="00620938" w:rsidRPr="00F37B62">
        <w:rPr>
          <w:szCs w:val="24"/>
        </w:rPr>
        <w:t>металлопроката</w:t>
      </w:r>
      <w:r w:rsidRPr="00F37B62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F37B62">
        <w:rPr>
          <w:szCs w:val="24"/>
        </w:rPr>
        <w:t>металлопроката</w:t>
      </w:r>
      <w:r w:rsidRPr="00F37B62">
        <w:rPr>
          <w:szCs w:val="24"/>
        </w:rPr>
        <w:t>.</w:t>
      </w:r>
    </w:p>
    <w:p w:rsidR="0024201B" w:rsidRPr="00F37B62" w:rsidRDefault="00843900" w:rsidP="005C52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F37B62">
        <w:rPr>
          <w:szCs w:val="24"/>
        </w:rPr>
        <w:tab/>
        <w:t>2.5.</w:t>
      </w:r>
      <w:r w:rsidR="005C52C2" w:rsidRPr="00F37B62">
        <w:rPr>
          <w:szCs w:val="24"/>
        </w:rPr>
        <w:t xml:space="preserve"> </w:t>
      </w:r>
      <w:r w:rsidR="0024201B" w:rsidRPr="00F37B62">
        <w:rPr>
          <w:szCs w:val="24"/>
        </w:rPr>
        <w:t xml:space="preserve">Каждая партия </w:t>
      </w:r>
      <w:r w:rsidR="00620938" w:rsidRPr="00F37B62">
        <w:rPr>
          <w:szCs w:val="24"/>
        </w:rPr>
        <w:t>металлопроката</w:t>
      </w:r>
      <w:r w:rsidR="0024201B" w:rsidRPr="00F37B62">
        <w:rPr>
          <w:szCs w:val="24"/>
        </w:rPr>
        <w:t xml:space="preserve"> должна подвергаться приемо-сдаточным испытаниям </w:t>
      </w:r>
      <w:r w:rsidR="00C07D2C" w:rsidRPr="00F37B62">
        <w:rPr>
          <w:szCs w:val="24"/>
        </w:rPr>
        <w:t xml:space="preserve">в соответствие с </w:t>
      </w:r>
      <w:r w:rsidR="00D45268" w:rsidRPr="00F37B62">
        <w:rPr>
          <w:szCs w:val="24"/>
        </w:rPr>
        <w:t xml:space="preserve">ГОСТ 7566-94, </w:t>
      </w:r>
      <w:r w:rsidR="001666F9" w:rsidRPr="00F37B62">
        <w:rPr>
          <w:szCs w:val="24"/>
        </w:rPr>
        <w:t>ГОСТ перечисле</w:t>
      </w:r>
      <w:r w:rsidR="00726353" w:rsidRPr="00F37B62">
        <w:rPr>
          <w:szCs w:val="24"/>
        </w:rPr>
        <w:t>н</w:t>
      </w:r>
      <w:r w:rsidR="00BD7275" w:rsidRPr="00F37B62">
        <w:rPr>
          <w:szCs w:val="24"/>
        </w:rPr>
        <w:t>ных в п.2</w:t>
      </w:r>
      <w:r w:rsidR="001666F9" w:rsidRPr="00F37B62">
        <w:rPr>
          <w:szCs w:val="24"/>
        </w:rPr>
        <w:t>.</w:t>
      </w:r>
      <w:r w:rsidR="00EE174C" w:rsidRPr="00F37B62">
        <w:rPr>
          <w:szCs w:val="24"/>
        </w:rPr>
        <w:t>3</w:t>
      </w:r>
      <w:r w:rsidR="001666F9" w:rsidRPr="00F37B62">
        <w:rPr>
          <w:szCs w:val="24"/>
        </w:rPr>
        <w:t xml:space="preserve"> данного ТЗ</w:t>
      </w:r>
      <w:r w:rsidR="00DE0EA0" w:rsidRPr="00F37B62">
        <w:rPr>
          <w:szCs w:val="24"/>
        </w:rPr>
        <w:t>.</w:t>
      </w:r>
    </w:p>
    <w:p w:rsidR="00AC31A0" w:rsidRDefault="00843900" w:rsidP="005C52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F37B62">
        <w:rPr>
          <w:szCs w:val="24"/>
        </w:rPr>
        <w:tab/>
        <w:t>2.6</w:t>
      </w:r>
      <w:r w:rsidR="00AC31A0" w:rsidRPr="00F37B62">
        <w:rPr>
          <w:szCs w:val="24"/>
        </w:rPr>
        <w:t xml:space="preserve">. </w:t>
      </w:r>
      <w:r w:rsidR="00F92D7E" w:rsidRPr="00F37B62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082A0A" w:rsidRPr="00F37B62" w:rsidRDefault="00082A0A" w:rsidP="005C52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</w:p>
    <w:p w:rsidR="00612811" w:rsidRPr="00F37B6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37B62">
        <w:rPr>
          <w:b/>
          <w:bCs/>
          <w:sz w:val="26"/>
          <w:szCs w:val="26"/>
        </w:rPr>
        <w:t>Гарантийные обязательства.</w:t>
      </w:r>
    </w:p>
    <w:p w:rsidR="004F4E9E" w:rsidRPr="00F37B62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Гарантия на поставляем</w:t>
      </w:r>
      <w:r w:rsidR="00E32076" w:rsidRPr="00F37B62">
        <w:rPr>
          <w:sz w:val="24"/>
          <w:szCs w:val="24"/>
        </w:rPr>
        <w:t>ый</w:t>
      </w:r>
      <w:r w:rsidRPr="00F37B62">
        <w:rPr>
          <w:sz w:val="24"/>
          <w:szCs w:val="24"/>
        </w:rPr>
        <w:t xml:space="preserve"> </w:t>
      </w:r>
      <w:r w:rsidR="00E32076" w:rsidRPr="00F37B62">
        <w:rPr>
          <w:sz w:val="24"/>
          <w:szCs w:val="24"/>
        </w:rPr>
        <w:t>металлопрокат</w:t>
      </w:r>
      <w:r w:rsidR="009465AC" w:rsidRPr="00F37B62">
        <w:rPr>
          <w:sz w:val="24"/>
          <w:szCs w:val="24"/>
        </w:rPr>
        <w:t xml:space="preserve"> </w:t>
      </w:r>
      <w:r w:rsidRPr="00F37B62">
        <w:rPr>
          <w:sz w:val="24"/>
          <w:szCs w:val="24"/>
        </w:rPr>
        <w:t xml:space="preserve">должна распространяться не менее чем на </w:t>
      </w:r>
      <w:r w:rsidR="00E32076" w:rsidRPr="00F37B62">
        <w:rPr>
          <w:sz w:val="24"/>
          <w:szCs w:val="24"/>
        </w:rPr>
        <w:t>36</w:t>
      </w:r>
      <w:r w:rsidRPr="00F37B62">
        <w:rPr>
          <w:sz w:val="24"/>
          <w:szCs w:val="24"/>
        </w:rPr>
        <w:t xml:space="preserve"> месяц</w:t>
      </w:r>
      <w:r w:rsidR="00354A6F" w:rsidRPr="00F37B62">
        <w:rPr>
          <w:sz w:val="24"/>
          <w:szCs w:val="24"/>
        </w:rPr>
        <w:t>ев</w:t>
      </w:r>
      <w:r w:rsidRPr="00F37B62">
        <w:rPr>
          <w:sz w:val="24"/>
          <w:szCs w:val="24"/>
        </w:rPr>
        <w:t>. Время начала исчисления</w:t>
      </w:r>
      <w:r w:rsidR="00E32076" w:rsidRPr="00F37B62">
        <w:rPr>
          <w:sz w:val="24"/>
          <w:szCs w:val="24"/>
        </w:rPr>
        <w:t xml:space="preserve"> гарантийного срока – с момента</w:t>
      </w:r>
      <w:r w:rsidR="009465AC" w:rsidRPr="00F37B62">
        <w:rPr>
          <w:sz w:val="24"/>
          <w:szCs w:val="24"/>
        </w:rPr>
        <w:t xml:space="preserve"> </w:t>
      </w:r>
      <w:r w:rsidR="00DA1CF8" w:rsidRPr="00F37B62">
        <w:rPr>
          <w:sz w:val="24"/>
          <w:szCs w:val="24"/>
        </w:rPr>
        <w:t>поставки</w:t>
      </w:r>
      <w:r w:rsidR="00E32076" w:rsidRPr="00F37B62">
        <w:rPr>
          <w:sz w:val="24"/>
          <w:szCs w:val="24"/>
        </w:rPr>
        <w:t xml:space="preserve"> металлопроката</w:t>
      </w:r>
      <w:r w:rsidRPr="00F37B62">
        <w:rPr>
          <w:sz w:val="24"/>
          <w:szCs w:val="24"/>
        </w:rPr>
        <w:t xml:space="preserve">. Поставщик должен за свой счет и </w:t>
      </w:r>
      <w:r w:rsidR="005C52C2" w:rsidRPr="00F37B62">
        <w:rPr>
          <w:sz w:val="24"/>
          <w:szCs w:val="24"/>
        </w:rPr>
        <w:t>в</w:t>
      </w:r>
      <w:r w:rsidRPr="00F37B62">
        <w:rPr>
          <w:sz w:val="24"/>
          <w:szCs w:val="24"/>
        </w:rPr>
        <w:t xml:space="preserve"> сроки, согласованные с </w:t>
      </w:r>
      <w:r w:rsidR="003B57E2" w:rsidRPr="00F37B62">
        <w:rPr>
          <w:sz w:val="24"/>
          <w:szCs w:val="24"/>
        </w:rPr>
        <w:t>покупателем</w:t>
      </w:r>
      <w:r w:rsidR="00310587" w:rsidRPr="00F37B62">
        <w:rPr>
          <w:sz w:val="24"/>
          <w:szCs w:val="24"/>
        </w:rPr>
        <w:t>, устранять любые дефекты</w:t>
      </w:r>
      <w:r w:rsidRPr="00F37B62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F37B62">
        <w:rPr>
          <w:sz w:val="24"/>
          <w:szCs w:val="24"/>
        </w:rPr>
        <w:t>металлопроката</w:t>
      </w:r>
      <w:r w:rsidR="00310587" w:rsidRPr="00F37B62">
        <w:rPr>
          <w:sz w:val="24"/>
          <w:szCs w:val="24"/>
        </w:rPr>
        <w:t xml:space="preserve"> </w:t>
      </w:r>
      <w:r w:rsidRPr="00F37B62">
        <w:rPr>
          <w:sz w:val="24"/>
          <w:szCs w:val="24"/>
        </w:rPr>
        <w:t>из строя</w:t>
      </w:r>
      <w:r w:rsidR="00310587" w:rsidRPr="00F37B62">
        <w:rPr>
          <w:sz w:val="24"/>
          <w:szCs w:val="24"/>
        </w:rPr>
        <w:t>, П</w:t>
      </w:r>
      <w:r w:rsidRPr="00F37B62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F37B62">
        <w:rPr>
          <w:sz w:val="24"/>
          <w:szCs w:val="24"/>
        </w:rPr>
        <w:t>5 календарных</w:t>
      </w:r>
      <w:r w:rsidRPr="00F37B62">
        <w:rPr>
          <w:sz w:val="24"/>
          <w:szCs w:val="24"/>
        </w:rPr>
        <w:t xml:space="preserve"> дней со дня получения письменного извещения </w:t>
      </w:r>
      <w:r w:rsidR="003B57E2" w:rsidRPr="00F37B62">
        <w:rPr>
          <w:sz w:val="24"/>
          <w:szCs w:val="24"/>
        </w:rPr>
        <w:t>Покупателя</w:t>
      </w:r>
      <w:r w:rsidRPr="00F37B62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F37B62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F37B62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F37B62">
        <w:rPr>
          <w:b/>
          <w:bCs/>
          <w:sz w:val="26"/>
          <w:szCs w:val="26"/>
        </w:rPr>
        <w:t xml:space="preserve">Требования к надежности и </w:t>
      </w:r>
      <w:r w:rsidR="00612811" w:rsidRPr="00F37B62">
        <w:rPr>
          <w:b/>
          <w:bCs/>
          <w:sz w:val="26"/>
          <w:szCs w:val="26"/>
        </w:rPr>
        <w:t xml:space="preserve">живучести </w:t>
      </w:r>
      <w:r w:rsidR="000D4FD2" w:rsidRPr="00F37B62">
        <w:rPr>
          <w:b/>
          <w:bCs/>
          <w:sz w:val="26"/>
          <w:szCs w:val="26"/>
        </w:rPr>
        <w:t>продукции</w:t>
      </w:r>
      <w:r w:rsidR="00612811" w:rsidRPr="00F37B62">
        <w:rPr>
          <w:b/>
          <w:bCs/>
          <w:sz w:val="26"/>
          <w:szCs w:val="26"/>
        </w:rPr>
        <w:t>.</w:t>
      </w:r>
    </w:p>
    <w:p w:rsidR="00612811" w:rsidRPr="00F37B62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М</w:t>
      </w:r>
      <w:r w:rsidR="00E32076" w:rsidRPr="00F37B62">
        <w:rPr>
          <w:sz w:val="24"/>
          <w:szCs w:val="24"/>
        </w:rPr>
        <w:t>еталлопрокат</w:t>
      </w:r>
      <w:r w:rsidR="00DD2421" w:rsidRPr="00F37B62">
        <w:rPr>
          <w:sz w:val="24"/>
          <w:szCs w:val="24"/>
        </w:rPr>
        <w:t xml:space="preserve"> долж</w:t>
      </w:r>
      <w:r w:rsidR="00E32076" w:rsidRPr="00F37B62">
        <w:rPr>
          <w:sz w:val="24"/>
          <w:szCs w:val="24"/>
        </w:rPr>
        <w:t>е</w:t>
      </w:r>
      <w:r w:rsidR="00DD2421" w:rsidRPr="00F37B62">
        <w:rPr>
          <w:sz w:val="24"/>
          <w:szCs w:val="24"/>
        </w:rPr>
        <w:t xml:space="preserve">н обеспечивать эксплуатационные показатели </w:t>
      </w:r>
      <w:r w:rsidR="00612811" w:rsidRPr="00F37B62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F37B62">
        <w:rPr>
          <w:sz w:val="24"/>
          <w:szCs w:val="24"/>
        </w:rPr>
        <w:t>30</w:t>
      </w:r>
      <w:r w:rsidR="00866AD0" w:rsidRPr="00F37B62">
        <w:rPr>
          <w:sz w:val="24"/>
          <w:szCs w:val="24"/>
        </w:rPr>
        <w:t xml:space="preserve"> лет</w:t>
      </w:r>
      <w:r w:rsidR="00612811" w:rsidRPr="00F37B62">
        <w:rPr>
          <w:sz w:val="24"/>
          <w:szCs w:val="24"/>
        </w:rPr>
        <w:t>.</w:t>
      </w:r>
    </w:p>
    <w:p w:rsidR="00CD3BD1" w:rsidRPr="00F37B62" w:rsidRDefault="00CD3BD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F37B62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37B62">
        <w:rPr>
          <w:b/>
          <w:bCs/>
          <w:sz w:val="26"/>
          <w:szCs w:val="26"/>
        </w:rPr>
        <w:t>Маркировка, с</w:t>
      </w:r>
      <w:r w:rsidR="00612811" w:rsidRPr="00F37B6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F92D7E" w:rsidRPr="00F37B62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>В комплект поставки металлопроката должн</w:t>
      </w:r>
      <w:r w:rsidR="00170159" w:rsidRPr="00F37B62">
        <w:rPr>
          <w:szCs w:val="24"/>
        </w:rPr>
        <w:t>ы</w:t>
      </w:r>
      <w:r w:rsidRPr="00F37B62">
        <w:rPr>
          <w:szCs w:val="24"/>
        </w:rPr>
        <w:t xml:space="preserve"> входить</w:t>
      </w:r>
      <w:r w:rsidR="00170159" w:rsidRPr="00F37B62">
        <w:rPr>
          <w:szCs w:val="24"/>
        </w:rPr>
        <w:t xml:space="preserve"> документы</w:t>
      </w:r>
      <w:r w:rsidRPr="00F37B62">
        <w:rPr>
          <w:szCs w:val="24"/>
        </w:rPr>
        <w:t xml:space="preserve">: </w:t>
      </w:r>
    </w:p>
    <w:p w:rsidR="00F92D7E" w:rsidRPr="00F37B62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F37B62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lastRenderedPageBreak/>
        <w:t>- сертификат соответствия и свидетельство о приемке на поставляемый металлопрокат, на русском языке.</w:t>
      </w:r>
    </w:p>
    <w:p w:rsidR="005A2527" w:rsidRPr="00F37B62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 xml:space="preserve">Маркировка </w:t>
      </w:r>
      <w:r w:rsidR="00E32076" w:rsidRPr="00F37B62">
        <w:rPr>
          <w:sz w:val="24"/>
          <w:szCs w:val="24"/>
        </w:rPr>
        <w:t>металлопроката</w:t>
      </w:r>
      <w:r w:rsidRPr="00F37B62">
        <w:rPr>
          <w:sz w:val="24"/>
          <w:szCs w:val="24"/>
        </w:rPr>
        <w:t xml:space="preserve"> </w:t>
      </w:r>
      <w:r w:rsidR="00BC5975" w:rsidRPr="00F37B62">
        <w:rPr>
          <w:sz w:val="24"/>
          <w:szCs w:val="24"/>
        </w:rPr>
        <w:t xml:space="preserve">должна соответствовать требованиям </w:t>
      </w:r>
      <w:r w:rsidR="00D93043" w:rsidRPr="00F37B62">
        <w:rPr>
          <w:sz w:val="24"/>
          <w:szCs w:val="24"/>
        </w:rPr>
        <w:t xml:space="preserve">ГОСТ 14192 – 96, </w:t>
      </w:r>
      <w:r w:rsidR="00D45268" w:rsidRPr="00F37B62">
        <w:rPr>
          <w:sz w:val="24"/>
          <w:szCs w:val="24"/>
        </w:rPr>
        <w:t xml:space="preserve">ГОСТ 7566-94, </w:t>
      </w:r>
      <w:r w:rsidR="00EE30A8" w:rsidRPr="00F37B62">
        <w:rPr>
          <w:sz w:val="24"/>
          <w:szCs w:val="24"/>
        </w:rPr>
        <w:t>ГОСТ</w:t>
      </w:r>
      <w:r w:rsidR="00AF6174" w:rsidRPr="00F37B62">
        <w:rPr>
          <w:sz w:val="24"/>
          <w:szCs w:val="24"/>
        </w:rPr>
        <w:t>,</w:t>
      </w:r>
      <w:r w:rsidR="00EE30A8" w:rsidRPr="00F37B62">
        <w:rPr>
          <w:sz w:val="24"/>
          <w:szCs w:val="24"/>
        </w:rPr>
        <w:t xml:space="preserve"> </w:t>
      </w:r>
      <w:r w:rsidR="00BD7275" w:rsidRPr="00F37B62">
        <w:rPr>
          <w:sz w:val="24"/>
          <w:szCs w:val="24"/>
        </w:rPr>
        <w:t>перечисленных в п.2</w:t>
      </w:r>
      <w:r w:rsidR="00A45384" w:rsidRPr="00F37B62">
        <w:rPr>
          <w:sz w:val="24"/>
          <w:szCs w:val="24"/>
        </w:rPr>
        <w:t>.</w:t>
      </w:r>
      <w:r w:rsidR="00517643" w:rsidRPr="00F37B62">
        <w:rPr>
          <w:sz w:val="24"/>
          <w:szCs w:val="24"/>
        </w:rPr>
        <w:t>3</w:t>
      </w:r>
      <w:r w:rsidR="00A45384" w:rsidRPr="00F37B62">
        <w:rPr>
          <w:sz w:val="24"/>
          <w:szCs w:val="24"/>
        </w:rPr>
        <w:t xml:space="preserve"> данного ТЗ</w:t>
      </w:r>
      <w:r w:rsidR="00EE30A8" w:rsidRPr="00F37B62">
        <w:rPr>
          <w:sz w:val="24"/>
          <w:szCs w:val="24"/>
        </w:rPr>
        <w:t xml:space="preserve"> </w:t>
      </w:r>
      <w:r w:rsidR="00267155" w:rsidRPr="00F37B62">
        <w:rPr>
          <w:sz w:val="24"/>
          <w:szCs w:val="24"/>
        </w:rPr>
        <w:t>(для конкретного типа номенклатуры)</w:t>
      </w:r>
      <w:r w:rsidR="00E226B0" w:rsidRPr="00F37B62">
        <w:rPr>
          <w:sz w:val="24"/>
          <w:szCs w:val="24"/>
        </w:rPr>
        <w:t>.</w:t>
      </w:r>
      <w:r w:rsidR="00897389" w:rsidRPr="00F37B62">
        <w:rPr>
          <w:sz w:val="24"/>
          <w:szCs w:val="24"/>
        </w:rPr>
        <w:t xml:space="preserve"> Маркировка </w:t>
      </w:r>
      <w:r w:rsidR="00E32076" w:rsidRPr="00F37B62">
        <w:rPr>
          <w:sz w:val="24"/>
          <w:szCs w:val="24"/>
        </w:rPr>
        <w:t>металлопроката</w:t>
      </w:r>
      <w:r w:rsidR="00897389" w:rsidRPr="00F37B62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F37B62">
        <w:rPr>
          <w:sz w:val="24"/>
          <w:szCs w:val="24"/>
        </w:rPr>
        <w:t>а</w:t>
      </w:r>
      <w:r w:rsidR="00897389" w:rsidRPr="00F37B62">
        <w:rPr>
          <w:sz w:val="24"/>
          <w:szCs w:val="24"/>
        </w:rPr>
        <w:t xml:space="preserve"> </w:t>
      </w:r>
      <w:r w:rsidR="00E32076" w:rsidRPr="00F37B62">
        <w:rPr>
          <w:sz w:val="24"/>
          <w:szCs w:val="24"/>
        </w:rPr>
        <w:t>металлопрокат</w:t>
      </w:r>
      <w:r w:rsidR="00897389" w:rsidRPr="00F37B62">
        <w:rPr>
          <w:sz w:val="24"/>
          <w:szCs w:val="24"/>
        </w:rPr>
        <w:t xml:space="preserve"> конкретных типов.</w:t>
      </w:r>
    </w:p>
    <w:p w:rsidR="004F4E9E" w:rsidRPr="00F37B62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 xml:space="preserve">По всем видам </w:t>
      </w:r>
      <w:r w:rsidR="00E32076" w:rsidRPr="00F37B62">
        <w:rPr>
          <w:sz w:val="24"/>
          <w:szCs w:val="24"/>
        </w:rPr>
        <w:t>металлопроката</w:t>
      </w:r>
      <w:r w:rsidRPr="00F37B62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F37B62">
        <w:rPr>
          <w:sz w:val="24"/>
          <w:szCs w:val="24"/>
        </w:rPr>
        <w:t>-2006</w:t>
      </w:r>
      <w:r w:rsidRPr="00F37B62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F37B62">
        <w:rPr>
          <w:sz w:val="24"/>
          <w:szCs w:val="24"/>
        </w:rPr>
        <w:t>ого</w:t>
      </w:r>
      <w:r w:rsidRPr="00F37B62">
        <w:rPr>
          <w:sz w:val="24"/>
          <w:szCs w:val="24"/>
        </w:rPr>
        <w:t xml:space="preserve"> </w:t>
      </w:r>
      <w:r w:rsidR="00E32076" w:rsidRPr="00F37B62">
        <w:rPr>
          <w:sz w:val="24"/>
          <w:szCs w:val="24"/>
        </w:rPr>
        <w:t>металлопроката</w:t>
      </w:r>
      <w:r w:rsidRPr="00F37B62">
        <w:rPr>
          <w:sz w:val="24"/>
          <w:szCs w:val="24"/>
        </w:rPr>
        <w:t xml:space="preserve">. </w:t>
      </w:r>
    </w:p>
    <w:p w:rsidR="00C86BA1" w:rsidRPr="00F37B62" w:rsidRDefault="00C86BA1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F37B62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F37B62">
        <w:rPr>
          <w:b/>
          <w:bCs/>
          <w:sz w:val="26"/>
          <w:szCs w:val="26"/>
        </w:rPr>
        <w:t xml:space="preserve">Правила приемки </w:t>
      </w:r>
      <w:r w:rsidR="000D4FD2" w:rsidRPr="00F37B62">
        <w:rPr>
          <w:b/>
          <w:bCs/>
          <w:sz w:val="26"/>
          <w:szCs w:val="26"/>
        </w:rPr>
        <w:t>продукции</w:t>
      </w:r>
      <w:r w:rsidRPr="00F37B62">
        <w:rPr>
          <w:b/>
          <w:bCs/>
          <w:sz w:val="26"/>
          <w:szCs w:val="26"/>
        </w:rPr>
        <w:t>.</w:t>
      </w:r>
    </w:p>
    <w:p w:rsidR="00612811" w:rsidRPr="00F37B62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7B62">
        <w:rPr>
          <w:szCs w:val="24"/>
        </w:rPr>
        <w:t xml:space="preserve">Каждая партия </w:t>
      </w:r>
      <w:r w:rsidR="00E32076" w:rsidRPr="00F37B62">
        <w:rPr>
          <w:szCs w:val="24"/>
        </w:rPr>
        <w:t>металлопроката</w:t>
      </w:r>
      <w:r w:rsidRPr="00F37B62">
        <w:rPr>
          <w:szCs w:val="24"/>
        </w:rPr>
        <w:t xml:space="preserve"> должна пройти</w:t>
      </w:r>
      <w:r w:rsidR="00612811" w:rsidRPr="00F37B62">
        <w:rPr>
          <w:szCs w:val="24"/>
        </w:rPr>
        <w:t xml:space="preserve"> входной контроль, осуществляемый представителями филиалов </w:t>
      </w:r>
      <w:r w:rsidR="006C277C" w:rsidRPr="00F37B62">
        <w:rPr>
          <w:szCs w:val="24"/>
        </w:rPr>
        <w:t>ПАО «</w:t>
      </w:r>
      <w:r w:rsidR="00A55707">
        <w:rPr>
          <w:szCs w:val="24"/>
        </w:rPr>
        <w:t xml:space="preserve">Россети </w:t>
      </w:r>
      <w:proofErr w:type="gramStart"/>
      <w:r w:rsidR="00A55707">
        <w:rPr>
          <w:szCs w:val="24"/>
        </w:rPr>
        <w:t>Центр</w:t>
      </w:r>
      <w:r w:rsidR="006C277C" w:rsidRPr="00F37B62">
        <w:rPr>
          <w:szCs w:val="24"/>
        </w:rPr>
        <w:t xml:space="preserve">» </w:t>
      </w:r>
      <w:r w:rsidR="00612811" w:rsidRPr="00F37B62">
        <w:rPr>
          <w:szCs w:val="24"/>
        </w:rPr>
        <w:t xml:space="preserve"> и</w:t>
      </w:r>
      <w:proofErr w:type="gramEnd"/>
      <w:r w:rsidR="00612811" w:rsidRPr="00F37B62">
        <w:rPr>
          <w:szCs w:val="24"/>
        </w:rPr>
        <w:t xml:space="preserve"> ответственными представителями Поставщика при получении </w:t>
      </w:r>
      <w:r w:rsidR="00CB23BB" w:rsidRPr="00F37B62">
        <w:rPr>
          <w:szCs w:val="24"/>
        </w:rPr>
        <w:t>их</w:t>
      </w:r>
      <w:r w:rsidR="00612811" w:rsidRPr="00F37B62">
        <w:rPr>
          <w:szCs w:val="24"/>
        </w:rPr>
        <w:t xml:space="preserve"> на склад.</w:t>
      </w:r>
    </w:p>
    <w:p w:rsidR="00612811" w:rsidRPr="00F37B62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F37B6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2061D" w:rsidRPr="00F37B62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2061D" w:rsidRPr="00F37B62" w:rsidRDefault="0022061D" w:rsidP="0022061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F37B62">
        <w:rPr>
          <w:b/>
          <w:bCs/>
          <w:sz w:val="26"/>
          <w:szCs w:val="26"/>
        </w:rPr>
        <w:t>Требования к доставке продукции.</w:t>
      </w:r>
    </w:p>
    <w:p w:rsidR="0022061D" w:rsidRPr="00F37B62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F37B62">
        <w:rPr>
          <w:sz w:val="24"/>
          <w:szCs w:val="24"/>
        </w:rPr>
        <w:t xml:space="preserve">Адрес доставки: 305527, Курская область, Курский р-н, п. </w:t>
      </w:r>
      <w:proofErr w:type="spellStart"/>
      <w:r w:rsidRPr="00F37B62">
        <w:rPr>
          <w:sz w:val="24"/>
          <w:szCs w:val="24"/>
        </w:rPr>
        <w:t>Ворошнево</w:t>
      </w:r>
      <w:proofErr w:type="spellEnd"/>
      <w:r w:rsidRPr="00F37B62">
        <w:rPr>
          <w:sz w:val="24"/>
          <w:szCs w:val="24"/>
        </w:rPr>
        <w:t>, Центральные склады ПАО «</w:t>
      </w:r>
      <w:r w:rsidR="00A55707">
        <w:rPr>
          <w:sz w:val="24"/>
          <w:szCs w:val="24"/>
        </w:rPr>
        <w:t>Россети Центр</w:t>
      </w:r>
      <w:r w:rsidRPr="00F37B62">
        <w:rPr>
          <w:sz w:val="24"/>
          <w:szCs w:val="24"/>
        </w:rPr>
        <w:t xml:space="preserve">» (филиала «Курскэнерго»). </w:t>
      </w:r>
    </w:p>
    <w:p w:rsidR="0022061D" w:rsidRPr="00F37B62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F37B62">
        <w:rPr>
          <w:sz w:val="24"/>
          <w:szCs w:val="24"/>
        </w:rPr>
        <w:t>Доставка осуществляется силами и за счет Поставщика.</w:t>
      </w:r>
    </w:p>
    <w:p w:rsidR="0022061D" w:rsidRPr="00F37B62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22061D" w:rsidRPr="00F37B62" w:rsidRDefault="0022061D" w:rsidP="0022061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F37B62">
        <w:rPr>
          <w:b/>
          <w:bCs/>
          <w:sz w:val="26"/>
          <w:szCs w:val="26"/>
        </w:rPr>
        <w:t>Срок поставки продукции.</w:t>
      </w:r>
    </w:p>
    <w:p w:rsidR="0022061D" w:rsidRPr="00F37B62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r w:rsidRPr="00F37B62">
        <w:rPr>
          <w:sz w:val="24"/>
          <w:szCs w:val="24"/>
        </w:rPr>
        <w:t xml:space="preserve">Продукция должна быть поставлена в течение </w:t>
      </w:r>
      <w:r w:rsidR="0004594C">
        <w:rPr>
          <w:sz w:val="24"/>
          <w:szCs w:val="24"/>
        </w:rPr>
        <w:t>30 календарных</w:t>
      </w:r>
      <w:r w:rsidRPr="00F37B62">
        <w:rPr>
          <w:sz w:val="24"/>
          <w:szCs w:val="24"/>
        </w:rPr>
        <w:t xml:space="preserve"> дней с момента заключения договора.</w:t>
      </w:r>
    </w:p>
    <w:p w:rsidR="0022061D" w:rsidRDefault="0022061D" w:rsidP="0022061D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507E70" w:rsidRDefault="00507E70" w:rsidP="00507E70">
      <w:pPr>
        <w:rPr>
          <w:sz w:val="26"/>
          <w:szCs w:val="26"/>
        </w:rPr>
      </w:pPr>
    </w:p>
    <w:p w:rsidR="00086EBE" w:rsidRDefault="00086EBE" w:rsidP="00507E70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p w:rsidR="00507E70" w:rsidRPr="003B250D" w:rsidRDefault="00507E70" w:rsidP="00507E70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  <w:bookmarkStart w:id="1" w:name="_GoBack"/>
      <w:bookmarkEnd w:id="1"/>
      <w:r>
        <w:rPr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46D64B04" wp14:editId="2608B717">
            <wp:simplePos x="0" y="0"/>
            <wp:positionH relativeFrom="column">
              <wp:posOffset>2763079</wp:posOffset>
            </wp:positionH>
            <wp:positionV relativeFrom="paragraph">
              <wp:posOffset>96796</wp:posOffset>
            </wp:positionV>
            <wp:extent cx="2646045" cy="822960"/>
            <wp:effectExtent l="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04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7E70" w:rsidRPr="003B250D" w:rsidRDefault="00507E70" w:rsidP="00507E7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07E70" w:rsidRPr="003B250D" w:rsidRDefault="00507E70" w:rsidP="00507E70">
      <w:pPr>
        <w:rPr>
          <w:sz w:val="26"/>
          <w:szCs w:val="26"/>
        </w:rPr>
      </w:pPr>
      <w:r w:rsidRPr="003B250D">
        <w:rPr>
          <w:sz w:val="26"/>
          <w:szCs w:val="26"/>
          <w:u w:val="single"/>
        </w:rPr>
        <w:t xml:space="preserve">                 </w:t>
      </w:r>
      <w:r>
        <w:rPr>
          <w:sz w:val="26"/>
          <w:szCs w:val="26"/>
          <w:u w:val="single"/>
        </w:rPr>
        <w:t xml:space="preserve"> Н</w:t>
      </w:r>
      <w:r w:rsidRPr="003B250D">
        <w:rPr>
          <w:sz w:val="26"/>
          <w:szCs w:val="26"/>
          <w:u w:val="single"/>
        </w:rPr>
        <w:t xml:space="preserve">ачальник УРС                     </w:t>
      </w:r>
      <w:r w:rsidRPr="003B250D">
        <w:rPr>
          <w:sz w:val="26"/>
          <w:szCs w:val="26"/>
        </w:rPr>
        <w:t>/_______________________/</w:t>
      </w:r>
      <w:r>
        <w:rPr>
          <w:sz w:val="26"/>
          <w:szCs w:val="26"/>
        </w:rPr>
        <w:t>Дмитриев Э.В.</w:t>
      </w:r>
      <w:r w:rsidRPr="003B250D">
        <w:rPr>
          <w:sz w:val="26"/>
          <w:szCs w:val="26"/>
        </w:rPr>
        <w:t xml:space="preserve">                                                                                                                       </w:t>
      </w:r>
    </w:p>
    <w:p w:rsidR="00507E70" w:rsidRPr="00F74362" w:rsidRDefault="00507E70" w:rsidP="00507E70">
      <w:pPr>
        <w:rPr>
          <w:b/>
          <w:color w:val="00B0F0"/>
        </w:rPr>
      </w:pPr>
      <w:r w:rsidRPr="003B250D">
        <w:t xml:space="preserve">                                       должность                                                       подпись                     Фамилия И.О.</w:t>
      </w:r>
    </w:p>
    <w:p w:rsidR="00507E70" w:rsidRDefault="00507E70" w:rsidP="00507E7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07E70" w:rsidRPr="00C0011F" w:rsidRDefault="00507E70" w:rsidP="00507E7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color w:val="00B0F0"/>
        </w:rPr>
      </w:pPr>
    </w:p>
    <w:p w:rsidR="00507E70" w:rsidRDefault="00507E70" w:rsidP="00507E70">
      <w:pPr>
        <w:rPr>
          <w:sz w:val="26"/>
          <w:szCs w:val="26"/>
        </w:rPr>
      </w:pPr>
    </w:p>
    <w:p w:rsidR="00507E70" w:rsidRDefault="00507E70" w:rsidP="00507E70">
      <w:pPr>
        <w:pStyle w:val="a8"/>
        <w:spacing w:before="2"/>
        <w:rPr>
          <w:sz w:val="18"/>
        </w:rPr>
      </w:pPr>
    </w:p>
    <w:p w:rsidR="00071075" w:rsidRPr="00781E1C" w:rsidRDefault="00071075" w:rsidP="00507E70">
      <w:pPr>
        <w:pStyle w:val="ad"/>
        <w:tabs>
          <w:tab w:val="left" w:pos="0"/>
          <w:tab w:val="left" w:pos="1134"/>
        </w:tabs>
        <w:spacing w:line="276" w:lineRule="auto"/>
        <w:ind w:left="0" w:firstLine="720"/>
        <w:rPr>
          <w:sz w:val="24"/>
          <w:szCs w:val="24"/>
        </w:rPr>
      </w:pPr>
    </w:p>
    <w:sectPr w:rsidR="00071075" w:rsidRPr="00781E1C" w:rsidSect="00082A0A">
      <w:headerReference w:type="even" r:id="rId13"/>
      <w:pgSz w:w="12240" w:h="15840" w:code="1"/>
      <w:pgMar w:top="851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24A" w:rsidRDefault="00E5524A">
      <w:r>
        <w:separator/>
      </w:r>
    </w:p>
  </w:endnote>
  <w:endnote w:type="continuationSeparator" w:id="0">
    <w:p w:rsidR="00E5524A" w:rsidRDefault="00E5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24A" w:rsidRDefault="00E5524A">
      <w:r>
        <w:separator/>
      </w:r>
    </w:p>
  </w:footnote>
  <w:footnote w:type="continuationSeparator" w:id="0">
    <w:p w:rsidR="00E5524A" w:rsidRDefault="00E55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69A" w:rsidRDefault="0008769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08769A" w:rsidRDefault="0008769A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96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32F"/>
    <w:rsid w:val="0004594C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581"/>
    <w:rsid w:val="00064749"/>
    <w:rsid w:val="00071075"/>
    <w:rsid w:val="00071958"/>
    <w:rsid w:val="0007491B"/>
    <w:rsid w:val="00076EC3"/>
    <w:rsid w:val="00077096"/>
    <w:rsid w:val="000808BE"/>
    <w:rsid w:val="00082A0A"/>
    <w:rsid w:val="00083529"/>
    <w:rsid w:val="000844E3"/>
    <w:rsid w:val="00084847"/>
    <w:rsid w:val="000858AE"/>
    <w:rsid w:val="00085DAC"/>
    <w:rsid w:val="00086EBE"/>
    <w:rsid w:val="0008769A"/>
    <w:rsid w:val="000901F1"/>
    <w:rsid w:val="000907A6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83F"/>
    <w:rsid w:val="000B095B"/>
    <w:rsid w:val="000B5D7C"/>
    <w:rsid w:val="000B7290"/>
    <w:rsid w:val="000B7329"/>
    <w:rsid w:val="000B7484"/>
    <w:rsid w:val="000C0E47"/>
    <w:rsid w:val="000C1951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5DC"/>
    <w:rsid w:val="000D3775"/>
    <w:rsid w:val="000D39A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B48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2992"/>
    <w:rsid w:val="00213168"/>
    <w:rsid w:val="0021474F"/>
    <w:rsid w:val="002166E3"/>
    <w:rsid w:val="0022061D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35F4C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1D9D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5B60"/>
    <w:rsid w:val="002A64D3"/>
    <w:rsid w:val="002A7741"/>
    <w:rsid w:val="002A7D7B"/>
    <w:rsid w:val="002B0030"/>
    <w:rsid w:val="002B056F"/>
    <w:rsid w:val="002B06A7"/>
    <w:rsid w:val="002B089B"/>
    <w:rsid w:val="002B0FD9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9C7"/>
    <w:rsid w:val="002E6C8A"/>
    <w:rsid w:val="002F0529"/>
    <w:rsid w:val="002F07D5"/>
    <w:rsid w:val="002F07F2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6EC2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2795F"/>
    <w:rsid w:val="003317E2"/>
    <w:rsid w:val="00331BAE"/>
    <w:rsid w:val="0033432F"/>
    <w:rsid w:val="00340419"/>
    <w:rsid w:val="0034202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1EBA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CD7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18B"/>
    <w:rsid w:val="0048342B"/>
    <w:rsid w:val="004834A5"/>
    <w:rsid w:val="004839EE"/>
    <w:rsid w:val="00483C96"/>
    <w:rsid w:val="0048459B"/>
    <w:rsid w:val="00484B82"/>
    <w:rsid w:val="0048612E"/>
    <w:rsid w:val="00486805"/>
    <w:rsid w:val="00487402"/>
    <w:rsid w:val="00487DD9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4C09"/>
    <w:rsid w:val="004C5517"/>
    <w:rsid w:val="004C5D8F"/>
    <w:rsid w:val="004C6673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07E70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4EE7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5021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462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4F59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52C2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A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277C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2E1D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1E1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A24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77E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4C3F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4E94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68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3A1E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0B38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FB9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707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5B0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09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4967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8CD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BA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0B30"/>
    <w:rsid w:val="00CD3354"/>
    <w:rsid w:val="00CD3BD1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C95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1DB0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1B80"/>
    <w:rsid w:val="00E52AF7"/>
    <w:rsid w:val="00E52C11"/>
    <w:rsid w:val="00E52EF1"/>
    <w:rsid w:val="00E545DF"/>
    <w:rsid w:val="00E54A70"/>
    <w:rsid w:val="00E5524A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25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8ED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37B62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05D9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A7721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01AC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4DF12E"/>
  <w15:docId w15:val="{6A01D96C-F264-45F2-BDD7-A5D5C684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2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6B8FE-CA43-4EC0-A607-B63BC3EBC8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0083D4-36FC-4078-AD30-FFDC94256A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AA92F5D3-C46A-4246-AACC-99289218E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6D28AF-5BF2-4401-BB0B-8F6CA8E6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45</TotalTime>
  <Pages>4</Pages>
  <Words>1537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Крупенникова Юлия Николаевна</cp:lastModifiedBy>
  <cp:revision>11</cp:revision>
  <cp:lastPrinted>2021-03-02T08:36:00Z</cp:lastPrinted>
  <dcterms:created xsi:type="dcterms:W3CDTF">2023-01-25T07:40:00Z</dcterms:created>
  <dcterms:modified xsi:type="dcterms:W3CDTF">2023-02-08T11:56:00Z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